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07DFD3" w14:textId="77777777" w:rsidR="00E16D14" w:rsidRDefault="00E16D14" w:rsidP="00E16D14">
      <w:pPr>
        <w:pStyle w:val="ImagePlaceholder"/>
      </w:pPr>
      <w:r w:rsidRPr="00E16D14"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08F5E338" wp14:editId="5C1A9CC1">
                <wp:simplePos x="0" y="0"/>
                <wp:positionH relativeFrom="column">
                  <wp:posOffset>-912495</wp:posOffset>
                </wp:positionH>
                <wp:positionV relativeFrom="paragraph">
                  <wp:posOffset>-676275</wp:posOffset>
                </wp:positionV>
                <wp:extent cx="530225" cy="10058400"/>
                <wp:effectExtent l="0" t="0" r="3175" b="0"/>
                <wp:wrapNone/>
                <wp:docPr id="2124581430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0225" cy="100584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2546F" id="Rectangle 1" o:spid="_x0000_s1026" alt="&quot;&quot;" style="position:absolute;margin-left:-71.85pt;margin-top:-53.25pt;width:41.75pt;height:1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" fillcolor="#f15533 [3204]" stroked="f" strokeweight="1pt">
                <w10:anchorlock/>
              </v:rect>
            </w:pict>
          </mc:Fallback>
        </mc:AlternateContent>
      </w:r>
    </w:p>
    <w:p w14:paraId="53224E3C" w14:textId="64E5D913" w:rsidR="00CE3B09" w:rsidRPr="00CC0FFE" w:rsidRDefault="00271594" w:rsidP="00CC0FFE">
      <w:pPr>
        <w:pStyle w:val="Title"/>
      </w:pPr>
      <w:r>
        <w:t>Anthony Rizk</w:t>
      </w: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720"/>
      </w:tblGrid>
      <w:tr w:rsidR="00E16D14" w14:paraId="3A6EAFB1" w14:textId="77777777" w:rsidTr="00E16D14">
        <w:tc>
          <w:tcPr>
            <w:tcW w:w="9720" w:type="dxa"/>
          </w:tcPr>
          <w:p w14:paraId="6620308E" w14:textId="7F73DBE5" w:rsidR="00E16D14" w:rsidRDefault="00271594" w:rsidP="00E67EB2">
            <w:pPr>
              <w:pStyle w:val="Subtitle"/>
            </w:pPr>
            <w:proofErr w:type="spellStart"/>
            <w:r>
              <w:t>Marjiyun</w:t>
            </w:r>
            <w:proofErr w:type="spellEnd"/>
            <w:r>
              <w:t xml:space="preserve"> </w:t>
            </w:r>
            <w:r w:rsidR="00AA0784">
              <w:t>L</w:t>
            </w:r>
            <w:r>
              <w:t xml:space="preserve">ebanon </w:t>
            </w:r>
            <w:r w:rsidR="00E16D14" w:rsidRPr="00195EF4">
              <w:t xml:space="preserve">| </w:t>
            </w:r>
            <w:r w:rsidR="00AA0784">
              <w:t>+961 70 503 073</w:t>
            </w:r>
            <w:r w:rsidR="00E16D14" w:rsidRPr="00195EF4">
              <w:t xml:space="preserve"> | </w:t>
            </w:r>
            <w:r w:rsidR="00AA0784">
              <w:t>anthonyrizk2001@gmail.com</w:t>
            </w:r>
            <w:r w:rsidR="00E16D14">
              <w:t xml:space="preserve"> </w:t>
            </w:r>
          </w:p>
          <w:p w14:paraId="292B3C7B" w14:textId="77777777" w:rsidR="00AA0784" w:rsidRDefault="00AA0784" w:rsidP="00AA0784"/>
          <w:p w14:paraId="7BF3B2D7" w14:textId="6F4AFDC0" w:rsidR="00E16D14" w:rsidRPr="00304FD1" w:rsidRDefault="00A806DF" w:rsidP="00AA0784">
            <w:pPr>
              <w:pStyle w:val="Heading1"/>
            </w:pPr>
            <w:r>
              <w:t>Summary</w:t>
            </w:r>
          </w:p>
          <w:p w14:paraId="4F20DA97" w14:textId="0FC28CA0" w:rsidR="00E16D14" w:rsidRDefault="00AA0784" w:rsidP="00E67EB2">
            <w:r w:rsidRPr="00AA0784">
              <w:t>Recent graduate with a Bachelor's degree in Computer and Communication Engineering, possessing a strong foundation in computer science and telecommunications. Adept at problem-solving, critical thinking, and applying technical knowledge to real-world scenarios. Eager to leverage academic achievements and hands-on project experience to contribute effectively to a dynamic team. Seeking an entry-level position in software development or network engineering to further develop and apply my skills.</w:t>
            </w:r>
          </w:p>
        </w:tc>
      </w:tr>
      <w:tr w:rsidR="00E16D14" w14:paraId="7A081A41" w14:textId="77777777" w:rsidTr="00E16D14">
        <w:trPr>
          <w:trHeight w:val="331"/>
        </w:trPr>
        <w:tc>
          <w:tcPr>
            <w:tcW w:w="9720" w:type="dxa"/>
          </w:tcPr>
          <w:p w14:paraId="4356F52A" w14:textId="77777777" w:rsidR="00E16D14" w:rsidRDefault="00E16D14" w:rsidP="00907A85"/>
        </w:tc>
      </w:tr>
      <w:tr w:rsidR="00E16D14" w14:paraId="1C5DF815" w14:textId="77777777" w:rsidTr="00E16D14">
        <w:trPr>
          <w:trHeight w:val="331"/>
        </w:trPr>
        <w:tc>
          <w:tcPr>
            <w:tcW w:w="9720" w:type="dxa"/>
          </w:tcPr>
          <w:p w14:paraId="23E43330" w14:textId="2AC81FEF" w:rsidR="00E16D14" w:rsidRDefault="00A806DF" w:rsidP="00E16D14">
            <w:pPr>
              <w:pStyle w:val="Heading1"/>
            </w:pPr>
            <w:r>
              <w:t>Education</w:t>
            </w:r>
          </w:p>
          <w:p w14:paraId="4B6BBAB8" w14:textId="77777777" w:rsidR="00E16D14" w:rsidRDefault="00A806DF" w:rsidP="00A806DF">
            <w:pPr>
              <w:pStyle w:val="Heading2"/>
            </w:pPr>
            <w:r>
              <w:t>Bachelor of Science in Computer and Communication Engineering.</w:t>
            </w:r>
          </w:p>
          <w:p w14:paraId="0BCEB309" w14:textId="77777777" w:rsidR="00A806DF" w:rsidRDefault="00A806DF" w:rsidP="00A806DF">
            <w:r>
              <w:t>Lebanese International University, 2019-2024</w:t>
            </w:r>
          </w:p>
          <w:p w14:paraId="592F5FE6" w14:textId="77777777" w:rsidR="00A806DF" w:rsidRDefault="00A806DF" w:rsidP="00A806DF">
            <w:r>
              <w:t>Relevant Coursework:</w:t>
            </w:r>
          </w:p>
          <w:p w14:paraId="7E6E5E98" w14:textId="2D64E30A" w:rsidR="00A806DF" w:rsidRDefault="00A806DF" w:rsidP="00A806DF">
            <w:r>
              <w:t>Object-Oriented-Programing, Data Structure and Algorithms, Mobile-Development, Web-Development,</w:t>
            </w:r>
          </w:p>
          <w:p w14:paraId="418B6993" w14:textId="3F2FF208" w:rsidR="00A806DF" w:rsidRPr="00A806DF" w:rsidRDefault="00A806DF" w:rsidP="00A806DF">
            <w:r>
              <w:t xml:space="preserve">Scripting </w:t>
            </w:r>
          </w:p>
        </w:tc>
      </w:tr>
      <w:tr w:rsidR="00E16D14" w14:paraId="7A890C37" w14:textId="77777777" w:rsidTr="00E16D14">
        <w:trPr>
          <w:trHeight w:val="331"/>
        </w:trPr>
        <w:tc>
          <w:tcPr>
            <w:tcW w:w="9720" w:type="dxa"/>
          </w:tcPr>
          <w:p w14:paraId="3F3AC17B" w14:textId="77777777" w:rsidR="00E16D14" w:rsidRDefault="00A806DF" w:rsidP="00907A85">
            <w:r>
              <w:t>Microprocessor-Microcontroller</w:t>
            </w:r>
            <w:r w:rsidR="000849A4">
              <w:t xml:space="preserve">, Network communication, </w:t>
            </w:r>
            <w:r w:rsidR="00415DEB">
              <w:t>analog</w:t>
            </w:r>
            <w:r w:rsidR="00E607D5">
              <w:t xml:space="preserve"> signals.</w:t>
            </w:r>
          </w:p>
          <w:p w14:paraId="5C0302A3" w14:textId="738ABD37" w:rsidR="00E607D5" w:rsidRDefault="00E607D5" w:rsidP="00907A85"/>
        </w:tc>
      </w:tr>
      <w:tr w:rsidR="00E16D14" w14:paraId="75F3A592" w14:textId="77777777" w:rsidTr="00907A85">
        <w:trPr>
          <w:trHeight w:val="2088"/>
        </w:trPr>
        <w:tc>
          <w:tcPr>
            <w:tcW w:w="9720" w:type="dxa"/>
          </w:tcPr>
          <w:p w14:paraId="76A6947C" w14:textId="2D508639" w:rsidR="00E16D14" w:rsidRPr="00385FE3" w:rsidRDefault="00E607D5" w:rsidP="00907A85">
            <w:pPr>
              <w:pStyle w:val="Heading1"/>
            </w:pPr>
            <w:r>
              <w:t>Skills</w:t>
            </w:r>
          </w:p>
          <w:p w14:paraId="43A692C1" w14:textId="3398C505" w:rsidR="00A119DC" w:rsidRDefault="00E607D5" w:rsidP="00A119DC">
            <w:pPr>
              <w:pStyle w:val="Heading3"/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</w:pPr>
            <w:r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  <w:t xml:space="preserve">Programming Languages: </w:t>
            </w:r>
            <w:r w:rsidR="005A1A94"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  <w:t xml:space="preserve">Java, python, Java-Script, </w:t>
            </w:r>
            <w:r w:rsidR="00771F3E"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  <w:t xml:space="preserve">C++, </w:t>
            </w:r>
            <w:r w:rsidR="00EC26DC"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  <w:t>Assembly</w:t>
            </w:r>
            <w:r w:rsidR="00A119DC"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  <w:t>.</w:t>
            </w:r>
          </w:p>
          <w:p w14:paraId="380B64EA" w14:textId="2ABA7382" w:rsidR="00A119DC" w:rsidRPr="00A119DC" w:rsidRDefault="00A119DC" w:rsidP="00A119DC">
            <w:r>
              <w:t>Web Technologies: HTML, CSS.</w:t>
            </w:r>
          </w:p>
          <w:p w14:paraId="05136A1B" w14:textId="53D1B069" w:rsidR="00265326" w:rsidRPr="00184538" w:rsidRDefault="00EF1A00" w:rsidP="00A119DC">
            <w:pPr>
              <w:pStyle w:val="Heading3"/>
              <w:rPr>
                <w:rFonts w:asciiTheme="minorHAnsi" w:eastAsiaTheme="minorHAnsi" w:hAnsiTheme="minorHAnsi" w:cstheme="minorBidi"/>
                <w:color w:val="404040" w:themeColor="text1" w:themeTint="BF"/>
                <w:szCs w:val="22"/>
              </w:rPr>
            </w:pPr>
            <w:r>
              <w:t xml:space="preserve">Mobile Technologies: </w:t>
            </w:r>
            <w:r w:rsidR="00773349">
              <w:t>Android XML, working with android SDK (android studio).</w:t>
            </w:r>
          </w:p>
          <w:p w14:paraId="31D8686E" w14:textId="72114121" w:rsidR="003E751A" w:rsidRDefault="00B24381" w:rsidP="003E751A">
            <w:r>
              <w:t xml:space="preserve">Database </w:t>
            </w:r>
            <w:r w:rsidR="00184538">
              <w:t>Management:</w:t>
            </w:r>
            <w:r>
              <w:t xml:space="preserve"> </w:t>
            </w:r>
            <w:r w:rsidR="00184538">
              <w:t>working with Firebase</w:t>
            </w:r>
            <w:r w:rsidR="00184538">
              <w:t xml:space="preserve"> Non-SQL, </w:t>
            </w:r>
            <w:r w:rsidR="00DF5083">
              <w:t xml:space="preserve">working with </w:t>
            </w:r>
            <w:r w:rsidR="00361611">
              <w:t>XAMPP SQL</w:t>
            </w:r>
            <w:r w:rsidR="00243DD7">
              <w:t xml:space="preserve"> Database</w:t>
            </w:r>
          </w:p>
          <w:p w14:paraId="1CA8CB30" w14:textId="77777777" w:rsidR="00575E46" w:rsidRDefault="00ED2C36" w:rsidP="003E751A">
            <w:r>
              <w:t xml:space="preserve">Networking: working with CISCO packet tracer </w:t>
            </w:r>
            <w:r w:rsidR="009D1C0A">
              <w:t xml:space="preserve">assigning </w:t>
            </w:r>
            <w:r w:rsidR="005A500A">
              <w:t>Ips</w:t>
            </w:r>
            <w:r w:rsidR="00575E46">
              <w:t xml:space="preserve"> (V4, V6)</w:t>
            </w:r>
            <w:r w:rsidR="005A500A">
              <w:t>,</w:t>
            </w:r>
            <w:r w:rsidR="00575E46">
              <w:t xml:space="preserve"> </w:t>
            </w:r>
            <w:proofErr w:type="spellStart"/>
            <w:r w:rsidR="00575E46">
              <w:t>Vlan</w:t>
            </w:r>
            <w:proofErr w:type="spellEnd"/>
            <w:r w:rsidR="00575E46">
              <w:t>, private networks…</w:t>
            </w:r>
          </w:p>
          <w:p w14:paraId="2BCB2627" w14:textId="77777777" w:rsidR="009B067A" w:rsidRDefault="0003177C" w:rsidP="003E751A">
            <w:r>
              <w:t>Soft Ski</w:t>
            </w:r>
            <w:r w:rsidR="009B067A">
              <w:t>ll</w:t>
            </w:r>
            <w:r>
              <w:t>s:</w:t>
            </w:r>
            <w:r w:rsidR="009B067A">
              <w:t xml:space="preserve"> Problem-Solving, Critical Thinking, Team Collaboration, Time Management,</w:t>
            </w:r>
          </w:p>
          <w:p w14:paraId="1F0EB4B6" w14:textId="77B9BE6C" w:rsidR="00ED2C36" w:rsidRDefault="009B067A" w:rsidP="003E751A">
            <w:r>
              <w:t xml:space="preserve"> Effective Communication</w:t>
            </w:r>
            <w:r w:rsidR="005A500A">
              <w:t xml:space="preserve"> </w:t>
            </w:r>
          </w:p>
          <w:p w14:paraId="34AE2ED8" w14:textId="77777777" w:rsidR="00184538" w:rsidRDefault="00184538" w:rsidP="003E751A"/>
          <w:p w14:paraId="144FAA41" w14:textId="77777777" w:rsidR="00773349" w:rsidRDefault="00773349" w:rsidP="00F7160E"/>
          <w:p w14:paraId="439CEB17" w14:textId="7707E6D5" w:rsidR="00773349" w:rsidRPr="00F7160E" w:rsidRDefault="00773349" w:rsidP="00F7160E"/>
        </w:tc>
      </w:tr>
      <w:tr w:rsidR="00E16D14" w14:paraId="3D36DB68" w14:textId="77777777" w:rsidTr="00907A85">
        <w:trPr>
          <w:trHeight w:val="331"/>
        </w:trPr>
        <w:tc>
          <w:tcPr>
            <w:tcW w:w="9720" w:type="dxa"/>
          </w:tcPr>
          <w:p w14:paraId="1F23D88A" w14:textId="77777777" w:rsidR="00E16D14" w:rsidRDefault="00E16D14" w:rsidP="00E67EB2"/>
        </w:tc>
      </w:tr>
      <w:tr w:rsidR="00E16D14" w14:paraId="228B81BC" w14:textId="77777777" w:rsidTr="00E16D14">
        <w:tc>
          <w:tcPr>
            <w:tcW w:w="9720" w:type="dxa"/>
          </w:tcPr>
          <w:p w14:paraId="7C8C043D" w14:textId="5D565F81" w:rsidR="00E16D14" w:rsidRDefault="009B067A" w:rsidP="00E67EB2">
            <w:pPr>
              <w:pStyle w:val="Heading1"/>
            </w:pPr>
            <w:r>
              <w:t>Projects</w:t>
            </w:r>
          </w:p>
        </w:tc>
      </w:tr>
    </w:tbl>
    <w:p w14:paraId="5F4E0399" w14:textId="6937568E" w:rsidR="00185D18" w:rsidRDefault="007B7583" w:rsidP="00185D18">
      <w:pPr>
        <w:pStyle w:val="ListBullet"/>
        <w:numPr>
          <w:ilvl w:val="0"/>
          <w:numId w:val="6"/>
        </w:numPr>
      </w:pPr>
      <w:r>
        <w:t xml:space="preserve">Project booking appointments scheduling application </w:t>
      </w:r>
      <w:r w:rsidR="008947DE">
        <w:t>on Android Studio using Firebase as database</w:t>
      </w:r>
      <w:r w:rsidR="00185D18">
        <w:t>.</w:t>
      </w:r>
    </w:p>
    <w:p w14:paraId="6F6A7AAB" w14:textId="77777777" w:rsidR="00185D18" w:rsidRDefault="00185D18" w:rsidP="00185D18">
      <w:pPr>
        <w:pStyle w:val="ListBullet"/>
        <w:numPr>
          <w:ilvl w:val="0"/>
          <w:numId w:val="0"/>
        </w:numPr>
        <w:ind w:left="360" w:hanging="360"/>
      </w:pPr>
    </w:p>
    <w:tbl>
      <w:tblPr>
        <w:tblW w:w="5000" w:type="pct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720"/>
      </w:tblGrid>
      <w:tr w:rsidR="00185D18" w14:paraId="524425A5" w14:textId="77777777" w:rsidTr="00BD7946">
        <w:tc>
          <w:tcPr>
            <w:tcW w:w="9720" w:type="dxa"/>
          </w:tcPr>
          <w:p w14:paraId="78724168" w14:textId="6F10397B" w:rsidR="00185D18" w:rsidRDefault="00185D18" w:rsidP="00BD7946">
            <w:pPr>
              <w:pStyle w:val="Heading1"/>
            </w:pPr>
            <w:r>
              <w:t>Languages</w:t>
            </w:r>
          </w:p>
        </w:tc>
      </w:tr>
    </w:tbl>
    <w:p w14:paraId="1B651651" w14:textId="23A56E04" w:rsidR="00185D18" w:rsidRDefault="00185D18" w:rsidP="00185D18">
      <w:pPr>
        <w:pStyle w:val="ListBullet"/>
        <w:numPr>
          <w:ilvl w:val="0"/>
          <w:numId w:val="6"/>
        </w:numPr>
      </w:pPr>
      <w:r>
        <w:t>English: fluent</w:t>
      </w:r>
    </w:p>
    <w:p w14:paraId="1BDED9AF" w14:textId="6953F475" w:rsidR="00185D18" w:rsidRDefault="00185D18" w:rsidP="00185D18">
      <w:pPr>
        <w:pStyle w:val="ListBullet"/>
        <w:numPr>
          <w:ilvl w:val="0"/>
          <w:numId w:val="6"/>
        </w:numPr>
      </w:pPr>
      <w:r>
        <w:t>Arabic (mother language)</w:t>
      </w:r>
    </w:p>
    <w:p w14:paraId="37167215" w14:textId="081ABEC2" w:rsidR="00185D18" w:rsidRDefault="00675D57" w:rsidP="00185D18">
      <w:pPr>
        <w:pStyle w:val="ListBullet"/>
        <w:numPr>
          <w:ilvl w:val="0"/>
          <w:numId w:val="6"/>
        </w:numPr>
      </w:pPr>
      <w:r>
        <w:t>German: A2 level</w:t>
      </w:r>
      <w:r w:rsidR="00051CC2">
        <w:t>.</w:t>
      </w:r>
    </w:p>
    <w:p w14:paraId="0A59506B" w14:textId="77777777" w:rsidR="00394148" w:rsidRDefault="00394148" w:rsidP="00394148">
      <w:pPr>
        <w:pStyle w:val="ListBullet"/>
        <w:numPr>
          <w:ilvl w:val="0"/>
          <w:numId w:val="0"/>
        </w:numPr>
        <w:ind w:left="720"/>
      </w:pPr>
    </w:p>
    <w:p w14:paraId="774673A6" w14:textId="77777777" w:rsidR="00394148" w:rsidRPr="00185D18" w:rsidRDefault="00394148" w:rsidP="00394148">
      <w:pPr>
        <w:pStyle w:val="ListBullet"/>
        <w:numPr>
          <w:ilvl w:val="0"/>
          <w:numId w:val="0"/>
        </w:numPr>
        <w:ind w:left="720"/>
      </w:pPr>
    </w:p>
    <w:p w14:paraId="4F793850" w14:textId="77777777" w:rsidR="00185D18" w:rsidRPr="00185D18" w:rsidRDefault="00185D18" w:rsidP="00185D18">
      <w:pPr>
        <w:pStyle w:val="ListBullet"/>
        <w:numPr>
          <w:ilvl w:val="0"/>
          <w:numId w:val="0"/>
        </w:numPr>
        <w:ind w:left="360" w:hanging="360"/>
      </w:pPr>
    </w:p>
    <w:sectPr w:rsidR="00185D18" w:rsidRPr="00185D18" w:rsidSect="00996A8A">
      <w:type w:val="continuous"/>
      <w:pgSz w:w="12240" w:h="15840"/>
      <w:pgMar w:top="1080" w:right="108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D4281" w14:textId="77777777" w:rsidR="00705A07" w:rsidRDefault="00705A07" w:rsidP="00E16D14">
      <w:pPr>
        <w:spacing w:line="240" w:lineRule="auto"/>
      </w:pPr>
      <w:r>
        <w:separator/>
      </w:r>
    </w:p>
  </w:endnote>
  <w:endnote w:type="continuationSeparator" w:id="0">
    <w:p w14:paraId="0DE5C519" w14:textId="77777777" w:rsidR="00705A07" w:rsidRDefault="00705A07" w:rsidP="00E16D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E93E65" w14:textId="77777777" w:rsidR="00705A07" w:rsidRDefault="00705A07" w:rsidP="00E16D14">
      <w:pPr>
        <w:spacing w:line="240" w:lineRule="auto"/>
      </w:pPr>
      <w:r>
        <w:separator/>
      </w:r>
    </w:p>
  </w:footnote>
  <w:footnote w:type="continuationSeparator" w:id="0">
    <w:p w14:paraId="1BBE9992" w14:textId="77777777" w:rsidR="00705A07" w:rsidRDefault="00705A07" w:rsidP="00E16D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4E4A26"/>
    <w:multiLevelType w:val="multilevel"/>
    <w:tmpl w:val="BD20E95C"/>
    <w:styleLink w:val="CurrentList4"/>
    <w:lvl w:ilvl="0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  <w:color w:val="F15533" w:themeColor="accent1"/>
        <w:sz w:val="24"/>
      </w:rPr>
    </w:lvl>
    <w:lvl w:ilvl="2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  <w:color w:val="F15533" w:themeColor="accent1"/>
        <w:sz w:val="24"/>
      </w:rPr>
    </w:lvl>
    <w:lvl w:ilvl="3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</w:abstractNum>
  <w:abstractNum w:abstractNumId="1" w15:restartNumberingAfterBreak="0">
    <w:nsid w:val="19FD4007"/>
    <w:multiLevelType w:val="multilevel"/>
    <w:tmpl w:val="868C2648"/>
    <w:lvl w:ilvl="0">
      <w:start w:val="1"/>
      <w:numFmt w:val="bullet"/>
      <w:pStyle w:val="ListBullet"/>
      <w:lvlText w:val=""/>
      <w:lvlJc w:val="left"/>
      <w:pPr>
        <w:ind w:left="936" w:hanging="360"/>
      </w:pPr>
      <w:rPr>
        <w:rFonts w:ascii="Symbol" w:hAnsi="Symbol" w:hint="default"/>
        <w:color w:val="000000" w:themeColor="text1"/>
        <w:sz w:val="16"/>
      </w:rPr>
    </w:lvl>
    <w:lvl w:ilvl="1">
      <w:start w:val="1"/>
      <w:numFmt w:val="bullet"/>
      <w:lvlText w:val="o"/>
      <w:lvlJc w:val="left"/>
      <w:pPr>
        <w:ind w:left="1296" w:hanging="360"/>
      </w:pPr>
      <w:rPr>
        <w:rFonts w:ascii="Courier New" w:hAnsi="Courier New" w:hint="default"/>
        <w:color w:val="F15533" w:themeColor="accent1"/>
        <w:sz w:val="24"/>
      </w:rPr>
    </w:lvl>
    <w:lvl w:ilvl="2">
      <w:start w:val="1"/>
      <w:numFmt w:val="bullet"/>
      <w:lvlText w:val=""/>
      <w:lvlJc w:val="left"/>
      <w:pPr>
        <w:ind w:left="1656" w:hanging="360"/>
      </w:pPr>
      <w:rPr>
        <w:rFonts w:ascii="Wingdings" w:hAnsi="Wingdings" w:hint="default"/>
        <w:color w:val="F15533" w:themeColor="accent1"/>
        <w:sz w:val="24"/>
      </w:rPr>
    </w:lvl>
    <w:lvl w:ilvl="3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3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345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816" w:hanging="360"/>
      </w:pPr>
      <w:rPr>
        <w:rFonts w:ascii="Wingdings" w:hAnsi="Wingdings" w:hint="default"/>
      </w:rPr>
    </w:lvl>
  </w:abstractNum>
  <w:abstractNum w:abstractNumId="2" w15:restartNumberingAfterBreak="0">
    <w:nsid w:val="251F3DC0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9223DA9"/>
    <w:multiLevelType w:val="hybridMultilevel"/>
    <w:tmpl w:val="7E26DDAE"/>
    <w:lvl w:ilvl="0" w:tplc="3EDA8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E45619"/>
    <w:multiLevelType w:val="multilevel"/>
    <w:tmpl w:val="04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7FF06D3F"/>
    <w:multiLevelType w:val="multilevel"/>
    <w:tmpl w:val="79F4F232"/>
    <w:styleLink w:val="CurrentList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F15533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15533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num w:numId="1" w16cid:durableId="263080451">
    <w:abstractNumId w:val="1"/>
  </w:num>
  <w:num w:numId="2" w16cid:durableId="331644053">
    <w:abstractNumId w:val="4"/>
  </w:num>
  <w:num w:numId="3" w16cid:durableId="753747787">
    <w:abstractNumId w:val="2"/>
  </w:num>
  <w:num w:numId="4" w16cid:durableId="1895047714">
    <w:abstractNumId w:val="5"/>
  </w:num>
  <w:num w:numId="5" w16cid:durableId="1803503293">
    <w:abstractNumId w:val="0"/>
  </w:num>
  <w:num w:numId="6" w16cid:durableId="2012832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594"/>
    <w:rsid w:val="00010CF9"/>
    <w:rsid w:val="0003177C"/>
    <w:rsid w:val="00051CC2"/>
    <w:rsid w:val="000761F2"/>
    <w:rsid w:val="000849A4"/>
    <w:rsid w:val="000A7F3C"/>
    <w:rsid w:val="00100EAC"/>
    <w:rsid w:val="0011640F"/>
    <w:rsid w:val="00174F67"/>
    <w:rsid w:val="00175471"/>
    <w:rsid w:val="00180710"/>
    <w:rsid w:val="00181381"/>
    <w:rsid w:val="00184538"/>
    <w:rsid w:val="00185D18"/>
    <w:rsid w:val="001B7F78"/>
    <w:rsid w:val="001D09EE"/>
    <w:rsid w:val="001D7755"/>
    <w:rsid w:val="00203107"/>
    <w:rsid w:val="00222532"/>
    <w:rsid w:val="00243DD7"/>
    <w:rsid w:val="00265326"/>
    <w:rsid w:val="00271594"/>
    <w:rsid w:val="00285F5A"/>
    <w:rsid w:val="002E2F05"/>
    <w:rsid w:val="0030456C"/>
    <w:rsid w:val="00361611"/>
    <w:rsid w:val="00394148"/>
    <w:rsid w:val="003E751A"/>
    <w:rsid w:val="00415DEB"/>
    <w:rsid w:val="004D2889"/>
    <w:rsid w:val="00510684"/>
    <w:rsid w:val="00575E46"/>
    <w:rsid w:val="005937B7"/>
    <w:rsid w:val="005A1A94"/>
    <w:rsid w:val="005A500A"/>
    <w:rsid w:val="00615397"/>
    <w:rsid w:val="006157D4"/>
    <w:rsid w:val="00634A2D"/>
    <w:rsid w:val="00643E15"/>
    <w:rsid w:val="00661979"/>
    <w:rsid w:val="00675D57"/>
    <w:rsid w:val="0069693F"/>
    <w:rsid w:val="006A0257"/>
    <w:rsid w:val="00705A07"/>
    <w:rsid w:val="00771F3E"/>
    <w:rsid w:val="00773349"/>
    <w:rsid w:val="007B7583"/>
    <w:rsid w:val="007E20FC"/>
    <w:rsid w:val="008411D8"/>
    <w:rsid w:val="008947DE"/>
    <w:rsid w:val="00906720"/>
    <w:rsid w:val="0090734C"/>
    <w:rsid w:val="00907A85"/>
    <w:rsid w:val="00913EAF"/>
    <w:rsid w:val="009232F9"/>
    <w:rsid w:val="00973401"/>
    <w:rsid w:val="00996A8A"/>
    <w:rsid w:val="009B067A"/>
    <w:rsid w:val="009D1C0A"/>
    <w:rsid w:val="00A119DC"/>
    <w:rsid w:val="00A25BA1"/>
    <w:rsid w:val="00A40DEC"/>
    <w:rsid w:val="00A66AFF"/>
    <w:rsid w:val="00A806DF"/>
    <w:rsid w:val="00AA0784"/>
    <w:rsid w:val="00AA353A"/>
    <w:rsid w:val="00B24381"/>
    <w:rsid w:val="00B72538"/>
    <w:rsid w:val="00C01F30"/>
    <w:rsid w:val="00C46159"/>
    <w:rsid w:val="00CC0FFE"/>
    <w:rsid w:val="00CE3B09"/>
    <w:rsid w:val="00D45167"/>
    <w:rsid w:val="00D962AD"/>
    <w:rsid w:val="00DF5083"/>
    <w:rsid w:val="00E16D14"/>
    <w:rsid w:val="00E20E43"/>
    <w:rsid w:val="00E232AA"/>
    <w:rsid w:val="00E36C6B"/>
    <w:rsid w:val="00E557D1"/>
    <w:rsid w:val="00E607D5"/>
    <w:rsid w:val="00EC26DC"/>
    <w:rsid w:val="00ED2C36"/>
    <w:rsid w:val="00EF1A00"/>
    <w:rsid w:val="00F7160E"/>
    <w:rsid w:val="00FA3628"/>
    <w:rsid w:val="00FE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F597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nhideWhenUsed="1" w:qFormat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1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85"/>
    <w:pPr>
      <w:spacing w:line="280" w:lineRule="exact"/>
    </w:pPr>
    <w:rPr>
      <w:color w:val="404040" w:themeColor="text1" w:themeTint="BF"/>
      <w:sz w:val="2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232AA"/>
    <w:pPr>
      <w:keepNext/>
      <w:keepLines/>
      <w:spacing w:after="200" w:line="240" w:lineRule="auto"/>
      <w:outlineLvl w:val="0"/>
    </w:pPr>
    <w:rPr>
      <w:rFonts w:eastAsiaTheme="majorEastAsia" w:cs="Times New Roman (Headings CS)"/>
      <w:b/>
      <w:caps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rsid w:val="00973401"/>
    <w:pPr>
      <w:keepNext/>
      <w:keepLines/>
      <w:spacing w:after="60" w:line="240" w:lineRule="auto"/>
      <w:outlineLvl w:val="1"/>
    </w:pPr>
    <w:rPr>
      <w:rFonts w:eastAsiaTheme="majorEastAsia" w:cs="Times New Roman (Headings CS)"/>
      <w:b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rsid w:val="00E16D14"/>
    <w:pPr>
      <w:keepNext/>
      <w:keepLines/>
      <w:spacing w:after="120"/>
      <w:outlineLvl w:val="2"/>
    </w:pPr>
    <w:rPr>
      <w:rFonts w:asciiTheme="majorHAnsi" w:eastAsiaTheme="majorEastAsia" w:hAnsiTheme="majorHAnsi" w:cstheme="majorBidi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3B0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CC2F0E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1"/>
    <w:qFormat/>
    <w:rsid w:val="00E16D14"/>
    <w:pPr>
      <w:spacing w:after="240" w:line="240" w:lineRule="auto"/>
      <w:contextualSpacing/>
    </w:pPr>
    <w:rPr>
      <w:rFonts w:eastAsiaTheme="majorEastAsia" w:cs="Times New Roman (Headings CS)"/>
      <w:b/>
      <w:caps/>
      <w:color w:val="000000" w:themeColor="text1"/>
      <w:spacing w:val="20"/>
      <w:kern w:val="28"/>
      <w:sz w:val="96"/>
      <w:szCs w:val="56"/>
    </w:rPr>
  </w:style>
  <w:style w:type="character" w:customStyle="1" w:styleId="TitleChar">
    <w:name w:val="Title Char"/>
    <w:basedOn w:val="DefaultParagraphFont"/>
    <w:link w:val="Title"/>
    <w:uiPriority w:val="11"/>
    <w:rsid w:val="00E16D14"/>
    <w:rPr>
      <w:rFonts w:eastAsiaTheme="majorEastAsia" w:cs="Times New Roman (Headings CS)"/>
      <w:b/>
      <w:caps/>
      <w:color w:val="000000" w:themeColor="text1"/>
      <w:spacing w:val="20"/>
      <w:kern w:val="28"/>
      <w:sz w:val="96"/>
      <w:szCs w:val="56"/>
    </w:rPr>
  </w:style>
  <w:style w:type="paragraph" w:customStyle="1" w:styleId="ContactInfo">
    <w:name w:val="Contact Info"/>
    <w:basedOn w:val="Normal"/>
    <w:uiPriority w:val="99"/>
    <w:semiHidden/>
    <w:qFormat/>
    <w:rsid w:val="00B72538"/>
    <w:pPr>
      <w:spacing w:after="120"/>
      <w:jc w:val="center"/>
    </w:pPr>
    <w:rPr>
      <w:rFonts w:cs="Times New Roman (Body CS)"/>
      <w:b/>
      <w:color w:val="000000" w:themeColor="text1"/>
    </w:rPr>
  </w:style>
  <w:style w:type="character" w:styleId="IntenseEmphasis">
    <w:name w:val="Intense Emphasis"/>
    <w:basedOn w:val="DefaultParagraphFont"/>
    <w:uiPriority w:val="99"/>
    <w:semiHidden/>
    <w:rsid w:val="00CE3B09"/>
    <w:rPr>
      <w:b/>
      <w:iCs/>
      <w:color w:val="262626" w:themeColor="text1" w:themeTint="D9"/>
    </w:rPr>
  </w:style>
  <w:style w:type="character" w:customStyle="1" w:styleId="Heading1Char">
    <w:name w:val="Heading 1 Char"/>
    <w:basedOn w:val="DefaultParagraphFont"/>
    <w:link w:val="Heading1"/>
    <w:uiPriority w:val="9"/>
    <w:rsid w:val="00E232AA"/>
    <w:rPr>
      <w:rFonts w:eastAsiaTheme="majorEastAsia" w:cs="Times New Roman (Headings CS)"/>
      <w:b/>
      <w:caps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3401"/>
    <w:rPr>
      <w:rFonts w:eastAsiaTheme="majorEastAsia" w:cs="Times New Roman (Headings CS)"/>
      <w:b/>
      <w:color w:val="000000" w:themeColor="text1"/>
      <w:sz w:val="20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07A85"/>
    <w:rPr>
      <w:rFonts w:asciiTheme="majorHAnsi" w:eastAsiaTheme="majorEastAsia" w:hAnsiTheme="majorHAnsi" w:cstheme="majorBidi"/>
      <w:color w:val="000000" w:themeColor="text1"/>
      <w:sz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3B09"/>
    <w:rPr>
      <w:rFonts w:asciiTheme="majorHAnsi" w:eastAsiaTheme="majorEastAsia" w:hAnsiTheme="majorHAnsi" w:cstheme="majorBidi"/>
      <w:i/>
      <w:iCs/>
      <w:color w:val="CC2F0E" w:themeColor="accent1" w:themeShade="BF"/>
      <w:sz w:val="20"/>
      <w:szCs w:val="22"/>
    </w:rPr>
  </w:style>
  <w:style w:type="table" w:styleId="TableGrid">
    <w:name w:val="Table Grid"/>
    <w:basedOn w:val="TableNormal"/>
    <w:uiPriority w:val="39"/>
    <w:rsid w:val="00CE3B09"/>
    <w:pPr>
      <w:contextualSpacing/>
    </w:pPr>
    <w:rPr>
      <w:color w:val="595959" w:themeColor="text1" w:themeTint="A6"/>
      <w:sz w:val="22"/>
      <w:szCs w:val="22"/>
    </w:rPr>
    <w:tblPr/>
  </w:style>
  <w:style w:type="character" w:styleId="SubtleReference">
    <w:name w:val="Subtle Reference"/>
    <w:aliases w:val="Company &amp; Location"/>
    <w:basedOn w:val="DefaultParagraphFont"/>
    <w:uiPriority w:val="99"/>
    <w:semiHidden/>
    <w:rsid w:val="00CE3B09"/>
    <w:rPr>
      <w:rFonts w:ascii="Gill Sans MT" w:hAnsi="Gill Sans MT"/>
      <w:b w:val="0"/>
      <w:i w:val="0"/>
      <w:caps/>
      <w:smallCaps w:val="0"/>
      <w:vanish w:val="0"/>
      <w:color w:val="000000" w:themeColor="text1"/>
      <w:spacing w:val="10"/>
      <w:sz w:val="20"/>
    </w:rPr>
  </w:style>
  <w:style w:type="character" w:styleId="Hyperlink">
    <w:name w:val="Hyperlink"/>
    <w:basedOn w:val="DefaultParagraphFont"/>
    <w:uiPriority w:val="99"/>
    <w:semiHidden/>
    <w:rsid w:val="00CE3B0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rsid w:val="00CE3B09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semiHidden/>
    <w:qFormat/>
    <w:rsid w:val="00906720"/>
    <w:pPr>
      <w:numPr>
        <w:numId w:val="1"/>
      </w:numPr>
      <w:spacing w:line="320" w:lineRule="exact"/>
      <w:ind w:left="360"/>
    </w:pPr>
  </w:style>
  <w:style w:type="paragraph" w:styleId="ListParagraph">
    <w:name w:val="List Paragraph"/>
    <w:basedOn w:val="Normal"/>
    <w:uiPriority w:val="34"/>
    <w:rsid w:val="00CC0FFE"/>
    <w:pPr>
      <w:ind w:left="720"/>
      <w:contextualSpacing/>
    </w:pPr>
  </w:style>
  <w:style w:type="numbering" w:customStyle="1" w:styleId="CurrentList1">
    <w:name w:val="Current List1"/>
    <w:uiPriority w:val="99"/>
    <w:rsid w:val="005937B7"/>
    <w:pPr>
      <w:numPr>
        <w:numId w:val="2"/>
      </w:numPr>
    </w:pPr>
  </w:style>
  <w:style w:type="numbering" w:customStyle="1" w:styleId="CurrentList2">
    <w:name w:val="Current List2"/>
    <w:uiPriority w:val="99"/>
    <w:rsid w:val="005937B7"/>
    <w:pPr>
      <w:numPr>
        <w:numId w:val="3"/>
      </w:numPr>
    </w:pPr>
  </w:style>
  <w:style w:type="numbering" w:customStyle="1" w:styleId="CurrentList3">
    <w:name w:val="Current List3"/>
    <w:uiPriority w:val="99"/>
    <w:rsid w:val="006157D4"/>
    <w:pPr>
      <w:numPr>
        <w:numId w:val="4"/>
      </w:numPr>
    </w:pPr>
  </w:style>
  <w:style w:type="numbering" w:customStyle="1" w:styleId="CurrentList4">
    <w:name w:val="Current List4"/>
    <w:uiPriority w:val="99"/>
    <w:rsid w:val="006157D4"/>
    <w:pPr>
      <w:numPr>
        <w:numId w:val="5"/>
      </w:numPr>
    </w:pPr>
  </w:style>
  <w:style w:type="paragraph" w:styleId="Header">
    <w:name w:val="header"/>
    <w:basedOn w:val="Normal"/>
    <w:link w:val="HeaderChar"/>
    <w:uiPriority w:val="99"/>
    <w:semiHidden/>
    <w:rsid w:val="00E16D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7A85"/>
    <w:rPr>
      <w:color w:val="404040" w:themeColor="text1" w:themeTint="BF"/>
      <w:sz w:val="20"/>
      <w:szCs w:val="22"/>
    </w:rPr>
  </w:style>
  <w:style w:type="paragraph" w:styleId="Footer">
    <w:name w:val="footer"/>
    <w:basedOn w:val="Normal"/>
    <w:link w:val="FooterChar"/>
    <w:uiPriority w:val="99"/>
    <w:semiHidden/>
    <w:rsid w:val="00E16D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A85"/>
    <w:rPr>
      <w:color w:val="404040" w:themeColor="text1" w:themeTint="BF"/>
      <w:sz w:val="20"/>
      <w:szCs w:val="22"/>
    </w:rPr>
  </w:style>
  <w:style w:type="paragraph" w:customStyle="1" w:styleId="ImagePlaceholder">
    <w:name w:val="Image Placeholder"/>
    <w:basedOn w:val="Normal"/>
    <w:semiHidden/>
    <w:qFormat/>
    <w:rsid w:val="00907A85"/>
    <w:pPr>
      <w:spacing w:line="240" w:lineRule="auto"/>
    </w:pPr>
    <w:rPr>
      <w:sz w:val="4"/>
    </w:rPr>
  </w:style>
  <w:style w:type="paragraph" w:styleId="Subtitle">
    <w:name w:val="Subtitle"/>
    <w:basedOn w:val="Normal"/>
    <w:next w:val="Normal"/>
    <w:link w:val="SubtitleChar"/>
    <w:uiPriority w:val="11"/>
    <w:rsid w:val="00E16D14"/>
    <w:pPr>
      <w:spacing w:line="240" w:lineRule="exact"/>
    </w:pPr>
    <w:rPr>
      <w:b/>
      <w:color w:val="091916" w:themeColor="accent5" w:themeShade="80"/>
      <w:spacing w:val="-2"/>
    </w:rPr>
  </w:style>
  <w:style w:type="character" w:customStyle="1" w:styleId="SubtitleChar">
    <w:name w:val="Subtitle Char"/>
    <w:basedOn w:val="DefaultParagraphFont"/>
    <w:link w:val="Subtitle"/>
    <w:uiPriority w:val="11"/>
    <w:rsid w:val="00E16D14"/>
    <w:rPr>
      <w:b/>
      <w:color w:val="091916" w:themeColor="accent5" w:themeShade="80"/>
      <w:spacing w:val="-2"/>
      <w:sz w:val="20"/>
      <w:szCs w:val="22"/>
    </w:rPr>
  </w:style>
  <w:style w:type="character" w:styleId="PlaceholderText">
    <w:name w:val="Placeholder Text"/>
    <w:basedOn w:val="DefaultParagraphFont"/>
    <w:uiPriority w:val="99"/>
    <w:semiHidden/>
    <w:rsid w:val="00907A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ATS%20Bold%20accounting%20resume.dotx" TargetMode="External"/></Relationships>
</file>

<file path=word/theme/theme1.xml><?xml version="1.0" encoding="utf-8"?>
<a:theme xmlns:a="http://schemas.openxmlformats.org/drawingml/2006/main" name="Office Theme">
  <a:themeElements>
    <a:clrScheme name="Pink Orange Green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15533"/>
      </a:accent1>
      <a:accent2>
        <a:srgbClr val="EF96C0"/>
      </a:accent2>
      <a:accent3>
        <a:srgbClr val="E20386"/>
      </a:accent3>
      <a:accent4>
        <a:srgbClr val="266D31"/>
      </a:accent4>
      <a:accent5>
        <a:srgbClr val="12332D"/>
      </a:accent5>
      <a:accent6>
        <a:srgbClr val="E5D9EB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8" ma:contentTypeDescription="Create a new document." ma:contentTypeScope="" ma:versionID="60f5a4f2d2b0abadcf532d48ebf9cb71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7dd78129e6a1811f84807ad11c651531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  <xsd:element ref="ns2:MediaServiceObjectDetectorVersions" minOccurs="0"/>
                <xsd:element ref="ns2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  <xsd:element name="MediaServiceObjectDetectorVersions" ma:index="3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2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25DC269C-E6BD-4588-8075-DB6EF8D60A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02F42-0671-4412-BC92-3A1D942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EEC261-E1A8-44C9-86EB-9B713B37503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ATS Bold accounting resume</Template>
  <TotalTime>0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2024-06-12T14:36:00Z</dcterms:created>
  <dcterms:modified xsi:type="dcterms:W3CDTF">2024-06-13T14:20:00Z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